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</w:t>
      </w:r>
      <w:r w:rsidR="008F2736">
        <w:rPr>
          <w:sz w:val="32"/>
          <w:szCs w:val="32"/>
        </w:rPr>
        <w:t xml:space="preserve"> __________________________</w:t>
      </w:r>
      <w:r w:rsidR="008F2736">
        <w:rPr>
          <w:sz w:val="32"/>
          <w:szCs w:val="32"/>
        </w:rPr>
        <w:tab/>
      </w:r>
      <w:r w:rsidRPr="008273DD">
        <w:rPr>
          <w:sz w:val="32"/>
          <w:szCs w:val="32"/>
        </w:rPr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D05412" w:rsidP="00D05412">
      <w:pPr>
        <w:pStyle w:val="berschrift4"/>
        <w:rPr>
          <w:sz w:val="32"/>
          <w:szCs w:val="32"/>
        </w:rPr>
      </w:pPr>
      <w:r w:rsidRPr="005C626C">
        <w:rPr>
          <w:sz w:val="32"/>
          <w:szCs w:val="32"/>
        </w:rPr>
        <w:t xml:space="preserve">Aufgabe </w:t>
      </w:r>
      <w:r w:rsidR="008F2736">
        <w:rPr>
          <w:sz w:val="32"/>
          <w:szCs w:val="32"/>
        </w:rPr>
        <w:t>1d</w:t>
      </w:r>
    </w:p>
    <w:p w:rsidR="005C626C" w:rsidRPr="005C626C" w:rsidRDefault="008F2736" w:rsidP="008F2736">
      <w:pPr>
        <w:pStyle w:val="Liste"/>
        <w:spacing w:line="360" w:lineRule="auto"/>
        <w:rPr>
          <w:sz w:val="32"/>
          <w:szCs w:val="32"/>
        </w:rPr>
      </w:pPr>
      <w:bookmarkStart w:id="0" w:name="_GoBack"/>
      <w:r>
        <w:rPr>
          <w:sz w:val="32"/>
          <w:szCs w:val="32"/>
        </w:rPr>
        <w:t>d)</w:t>
      </w:r>
      <w:r>
        <w:rPr>
          <w:sz w:val="32"/>
          <w:szCs w:val="32"/>
        </w:rPr>
        <w:tab/>
      </w:r>
      <w:r w:rsidRPr="008F2736">
        <w:rPr>
          <w:sz w:val="32"/>
          <w:szCs w:val="32"/>
        </w:rPr>
        <w:t>Begründe anhand d</w:t>
      </w:r>
      <w:r>
        <w:rPr>
          <w:sz w:val="32"/>
          <w:szCs w:val="32"/>
        </w:rPr>
        <w:t xml:space="preserve">er Aussage von </w:t>
      </w:r>
      <w:proofErr w:type="spellStart"/>
      <w:r>
        <w:rPr>
          <w:sz w:val="32"/>
          <w:szCs w:val="32"/>
        </w:rPr>
        <w:t>Laurin</w:t>
      </w:r>
      <w:proofErr w:type="spellEnd"/>
      <w:r>
        <w:rPr>
          <w:sz w:val="32"/>
          <w:szCs w:val="32"/>
        </w:rPr>
        <w:t xml:space="preserve">, dass das </w:t>
      </w:r>
      <w:bookmarkEnd w:id="0"/>
      <w:r w:rsidRPr="008F2736">
        <w:rPr>
          <w:sz w:val="32"/>
          <w:szCs w:val="32"/>
        </w:rPr>
        <w:t>Diagramm irreführend ist</w:t>
      </w:r>
    </w:p>
    <w:p w:rsidR="005C626C" w:rsidRPr="005C626C" w:rsidRDefault="005B577B" w:rsidP="005C626C">
      <w:pPr>
        <w:pStyle w:val="Linien"/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632672</wp:posOffset>
                </wp:positionH>
                <wp:positionV relativeFrom="paragraph">
                  <wp:posOffset>483658</wp:posOffset>
                </wp:positionV>
                <wp:extent cx="3606194" cy="4694344"/>
                <wp:effectExtent l="0" t="0" r="13335" b="0"/>
                <wp:wrapNone/>
                <wp:docPr id="24" name="Gruppieren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6194" cy="4694344"/>
                          <a:chOff x="0" y="0"/>
                          <a:chExt cx="3606194" cy="4694344"/>
                        </a:xfrm>
                      </wpg:grpSpPr>
                      <wpg:grpSp>
                        <wpg:cNvPr id="18" name="Gruppieren 18"/>
                        <wpg:cNvGrpSpPr/>
                        <wpg:grpSpPr>
                          <a:xfrm>
                            <a:off x="1303866" y="482600"/>
                            <a:ext cx="2302328" cy="3733800"/>
                            <a:chOff x="0" y="0"/>
                            <a:chExt cx="2302328" cy="3733800"/>
                          </a:xfrm>
                        </wpg:grpSpPr>
                        <wps:wsp>
                          <wps:cNvPr id="5" name="Gerader Verbinder 5"/>
                          <wps:cNvCnPr/>
                          <wps:spPr>
                            <a:xfrm>
                              <a:off x="16328" y="3733800"/>
                              <a:ext cx="2286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rade Verbindung mit Pfeil 6"/>
                          <wps:cNvCnPr/>
                          <wps:spPr>
                            <a:xfrm flipV="1">
                              <a:off x="97971" y="0"/>
                              <a:ext cx="0" cy="373380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r Verbinder 7"/>
                          <wps:cNvCnPr/>
                          <wps:spPr>
                            <a:xfrm>
                              <a:off x="10885" y="3429000"/>
                              <a:ext cx="17589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r Verbinder 8"/>
                          <wps:cNvCnPr/>
                          <wps:spPr>
                            <a:xfrm>
                              <a:off x="5443" y="3107871"/>
                              <a:ext cx="17589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Gerader Verbinder 9"/>
                          <wps:cNvCnPr/>
                          <wps:spPr>
                            <a:xfrm>
                              <a:off x="5443" y="2797629"/>
                              <a:ext cx="17589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Gerader Verbinder 10"/>
                          <wps:cNvCnPr/>
                          <wps:spPr>
                            <a:xfrm>
                              <a:off x="0" y="2476500"/>
                              <a:ext cx="17589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Gerader Verbinder 11"/>
                          <wps:cNvCnPr/>
                          <wps:spPr>
                            <a:xfrm>
                              <a:off x="5443" y="2166257"/>
                              <a:ext cx="17589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Gerader Verbinder 12"/>
                          <wps:cNvCnPr/>
                          <wps:spPr>
                            <a:xfrm>
                              <a:off x="5443" y="1850571"/>
                              <a:ext cx="17589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Gerader Verbinder 13"/>
                          <wps:cNvCnPr/>
                          <wps:spPr>
                            <a:xfrm>
                              <a:off x="0" y="1540329"/>
                              <a:ext cx="17589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r Verbinder 14"/>
                          <wps:cNvCnPr/>
                          <wps:spPr>
                            <a:xfrm>
                              <a:off x="5443" y="1224643"/>
                              <a:ext cx="17589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Gerader Verbinder 15"/>
                          <wps:cNvCnPr/>
                          <wps:spPr>
                            <a:xfrm>
                              <a:off x="5443" y="908957"/>
                              <a:ext cx="17589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Gerader Verbinder 16"/>
                          <wps:cNvCnPr/>
                          <wps:spPr>
                            <a:xfrm>
                              <a:off x="5443" y="593271"/>
                              <a:ext cx="17589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Gerader Verbinder 17"/>
                          <wps:cNvCnPr/>
                          <wps:spPr>
                            <a:xfrm>
                              <a:off x="0" y="277586"/>
                              <a:ext cx="17589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63600"/>
                            <a:ext cx="1268095" cy="4102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77B" w:rsidRPr="005B577B" w:rsidRDefault="005B577B" w:rsidP="005B577B">
                              <w:pPr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5B577B">
                                <w:rPr>
                                  <w:b/>
                                  <w:sz w:val="32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3</w:t>
                              </w:r>
                              <w:r w:rsidRPr="005B577B">
                                <w:rPr>
                                  <w:b/>
                                  <w:sz w:val="32"/>
                                  <w:szCs w:val="32"/>
                                </w:rPr>
                                <w:t>0.000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013200"/>
                            <a:ext cx="1268095" cy="4102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77B" w:rsidRPr="005B577B" w:rsidRDefault="005B577B" w:rsidP="005B577B">
                              <w:pPr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5B577B">
                                <w:rPr>
                                  <w:b/>
                                  <w:sz w:val="32"/>
                                  <w:szCs w:val="32"/>
                                </w:rPr>
                                <w:t>120.000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97000" y="4284134"/>
                            <a:ext cx="2198370" cy="4102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77B" w:rsidRPr="005B577B" w:rsidRDefault="005B577B" w:rsidP="005B577B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1980         2015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Rechteck 21"/>
                        <wps:cNvSpPr/>
                        <wps:spPr>
                          <a:xfrm>
                            <a:off x="2650066" y="2429934"/>
                            <a:ext cx="642257" cy="1758043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hteck 22"/>
                        <wps:cNvSpPr/>
                        <wps:spPr>
                          <a:xfrm>
                            <a:off x="1701800" y="685800"/>
                            <a:ext cx="641985" cy="349821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0"/>
                            <a:ext cx="2099310" cy="381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77B" w:rsidRPr="005B577B" w:rsidRDefault="005B577B" w:rsidP="005B577B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Einwohnerzahl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4" o:spid="_x0000_s1026" style="position:absolute;margin-left:49.8pt;margin-top:38.1pt;width:283.95pt;height:369.65pt;z-index:251695104" coordsize="36061,46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">
                <v:group id="Gruppieren 18" o:spid="_x0000_s1027" style="position:absolute;left:13038;top:4826;width:23023;height:37338" coordsize="23023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line id="Gerader Verbinder 5" o:spid="_x0000_s1028" style="position:absolute;visibility:visible;mso-wrap-style:square" from="163,37338" to="23023,37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" strokecolor="red" strokeweight="3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6" o:spid="_x0000_s1029" type="#_x0000_t32" style="position:absolute;left:979;width:0;height:3733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" strokecolor="red" strokeweight="3pt">
                    <v:stroke endarrow="block"/>
                  </v:shape>
                  <v:line id="Gerader Verbinder 7" o:spid="_x0000_s1030" style="position:absolute;visibility:visible;mso-wrap-style:square" from="108,34290" to="1867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" strokecolor="red" strokeweight="2.25pt"/>
                  <v:line id="Gerader Verbinder 8" o:spid="_x0000_s1031" style="position:absolute;visibility:visible;mso-wrap-style:square" from="54,31078" to="1813,31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" strokecolor="red" strokeweight="2.25pt"/>
                  <v:line id="Gerader Verbinder 9" o:spid="_x0000_s1032" style="position:absolute;visibility:visible;mso-wrap-style:square" from="54,27976" to="1813,27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" strokecolor="red" strokeweight="2.25pt"/>
                  <v:line id="Gerader Verbinder 10" o:spid="_x0000_s1033" style="position:absolute;visibility:visible;mso-wrap-style:square" from="0,24765" to="1758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" strokecolor="red" strokeweight="2.25pt"/>
                  <v:line id="Gerader Verbinder 11" o:spid="_x0000_s1034" style="position:absolute;visibility:visible;mso-wrap-style:square" from="54,21662" to="1813,216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" strokecolor="red" strokeweight="2.25pt"/>
                  <v:line id="Gerader Verbinder 12" o:spid="_x0000_s1035" style="position:absolute;visibility:visible;mso-wrap-style:square" from="54,18505" to="1813,18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" strokecolor="red" strokeweight="2.25pt"/>
                  <v:line id="Gerader Verbinder 13" o:spid="_x0000_s1036" style="position:absolute;visibility:visible;mso-wrap-style:square" from="0,15403" to="1758,15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" strokecolor="red" strokeweight="2.25pt"/>
                  <v:line id="Gerader Verbinder 14" o:spid="_x0000_s1037" style="position:absolute;visibility:visible;mso-wrap-style:square" from="54,12246" to="1813,12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" strokecolor="red" strokeweight="2.25pt"/>
                  <v:line id="Gerader Verbinder 15" o:spid="_x0000_s1038" style="position:absolute;visibility:visible;mso-wrap-style:square" from="54,9089" to="1813,9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" strokecolor="red" strokeweight="2.25pt"/>
                  <v:line id="Gerader Verbinder 16" o:spid="_x0000_s1039" style="position:absolute;visibility:visible;mso-wrap-style:square" from="54,5932" to="1813,5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" strokecolor="red" strokeweight="2.25pt"/>
                  <v:line id="Gerader Verbinder 17" o:spid="_x0000_s1040" style="position:absolute;visibility:visible;mso-wrap-style:square" from="0,2775" to="1758,2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" strokecolor="red" strokeweight="2.25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41" type="#_x0000_t202" style="position:absolute;top:8636;width:12680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" fillcolor="white [3212]" stroked="f">
                  <v:textbox style="mso-fit-shape-to-text:t">
                    <w:txbxContent>
                      <w:p w:rsidR="005B577B" w:rsidRPr="005B577B" w:rsidRDefault="005B577B" w:rsidP="005B577B">
                        <w:pPr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r w:rsidRPr="005B577B">
                          <w:rPr>
                            <w:b/>
                            <w:sz w:val="32"/>
                            <w:szCs w:val="32"/>
                          </w:rPr>
                          <w:t>1</w:t>
                        </w:r>
                        <w:r>
                          <w:rPr>
                            <w:b/>
                            <w:sz w:val="32"/>
                            <w:szCs w:val="32"/>
                          </w:rPr>
                          <w:t>3</w:t>
                        </w:r>
                        <w:r w:rsidRPr="005B577B">
                          <w:rPr>
                            <w:b/>
                            <w:sz w:val="32"/>
                            <w:szCs w:val="32"/>
                          </w:rPr>
                          <w:t>0.000</w:t>
                        </w:r>
                      </w:p>
                    </w:txbxContent>
                  </v:textbox>
                </v:shape>
                <v:shape id="Textfeld 2" o:spid="_x0000_s1042" type="#_x0000_t202" style="position:absolute;top:40132;width:12680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" fillcolor="white [3212]" stroked="f">
                  <v:textbox style="mso-fit-shape-to-text:t">
                    <w:txbxContent>
                      <w:p w:rsidR="005B577B" w:rsidRPr="005B577B" w:rsidRDefault="005B577B" w:rsidP="005B577B">
                        <w:pPr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r w:rsidRPr="005B577B">
                          <w:rPr>
                            <w:b/>
                            <w:sz w:val="32"/>
                            <w:szCs w:val="32"/>
                          </w:rPr>
                          <w:t>120.000</w:t>
                        </w:r>
                      </w:p>
                    </w:txbxContent>
                  </v:textbox>
                </v:shape>
                <v:shape id="Textfeld 2" o:spid="_x0000_s1043" type="#_x0000_t202" style="position:absolute;left:13970;top:42841;width:21983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" fillcolor="white [3212]" stroked="f">
                  <v:textbox style="mso-fit-shape-to-text:t">
                    <w:txbxContent>
                      <w:p w:rsidR="005B577B" w:rsidRPr="005B577B" w:rsidRDefault="005B577B" w:rsidP="005B577B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1980         2015</w:t>
                        </w:r>
                      </w:p>
                    </w:txbxContent>
                  </v:textbox>
                </v:shape>
                <v:rect id="Rechteck 21" o:spid="_x0000_s1044" style="position:absolute;left:26500;top:24299;width:6423;height:175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" fillcolor="#ffc000" strokecolor="black [3213]" strokeweight="2pt"/>
                <v:rect id="Rechteck 22" o:spid="_x0000_s1045" style="position:absolute;left:17018;top:6858;width:6419;height:34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" fillcolor="#00b0f0" strokecolor="black [3213]" strokeweight="2pt"/>
                <v:shape id="Textfeld 2" o:spid="_x0000_s1046" type="#_x0000_t202" style="position:absolute;left:1524;width:20993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" fillcolor="white [3212]" stroked="f">
                  <v:textbox>
                    <w:txbxContent>
                      <w:p w:rsidR="005B577B" w:rsidRPr="005B577B" w:rsidRDefault="005B577B" w:rsidP="005B577B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Einwohnerzahl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5C626C" w:rsidRPr="005C626C" w:rsidSect="008F27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232126"/>
    <w:rsid w:val="002632C1"/>
    <w:rsid w:val="00316AD7"/>
    <w:rsid w:val="003B450E"/>
    <w:rsid w:val="003C0764"/>
    <w:rsid w:val="00472AE3"/>
    <w:rsid w:val="004B595C"/>
    <w:rsid w:val="004E1C51"/>
    <w:rsid w:val="00573373"/>
    <w:rsid w:val="005909D9"/>
    <w:rsid w:val="005B577B"/>
    <w:rsid w:val="005C626C"/>
    <w:rsid w:val="006C2C59"/>
    <w:rsid w:val="007F64DE"/>
    <w:rsid w:val="008F2736"/>
    <w:rsid w:val="008F32B4"/>
    <w:rsid w:val="008F63FB"/>
    <w:rsid w:val="009176D4"/>
    <w:rsid w:val="00942513"/>
    <w:rsid w:val="009E5CE2"/>
    <w:rsid w:val="009E6FA1"/>
    <w:rsid w:val="00A0791F"/>
    <w:rsid w:val="00A27E56"/>
    <w:rsid w:val="00A467B1"/>
    <w:rsid w:val="00A57D50"/>
    <w:rsid w:val="00B17B36"/>
    <w:rsid w:val="00B42B92"/>
    <w:rsid w:val="00B55E44"/>
    <w:rsid w:val="00BA0894"/>
    <w:rsid w:val="00BF5D39"/>
    <w:rsid w:val="00C11AFC"/>
    <w:rsid w:val="00CE6518"/>
    <w:rsid w:val="00D05412"/>
    <w:rsid w:val="00D36975"/>
    <w:rsid w:val="00D41991"/>
    <w:rsid w:val="00E13961"/>
    <w:rsid w:val="00E67B7D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C4783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AD47E-569D-4DCF-9EA3-0917134F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19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7</cp:revision>
  <dcterms:created xsi:type="dcterms:W3CDTF">2022-04-13T12:45:00Z</dcterms:created>
  <dcterms:modified xsi:type="dcterms:W3CDTF">2022-04-13T13:02:00Z</dcterms:modified>
</cp:coreProperties>
</file>